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CF2F5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F2F5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B7C5D">
        <w:rPr>
          <w:rFonts w:ascii="Corbel" w:hAnsi="Corbel"/>
          <w:b/>
          <w:smallCaps/>
          <w:sz w:val="24"/>
          <w:szCs w:val="24"/>
        </w:rPr>
        <w:t xml:space="preserve"> </w:t>
      </w:r>
      <w:r w:rsidR="00EB7C5D">
        <w:rPr>
          <w:rFonts w:ascii="Corbel" w:hAnsi="Corbel"/>
          <w:iCs/>
          <w:smallCaps/>
          <w:sz w:val="24"/>
          <w:szCs w:val="24"/>
        </w:rPr>
        <w:t>2023-2026</w:t>
      </w:r>
    </w:p>
    <w:p w:rsidR="0085747A" w:rsidRDefault="0085747A" w:rsidP="005D192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495E">
        <w:rPr>
          <w:rFonts w:ascii="Corbel" w:hAnsi="Corbel"/>
          <w:sz w:val="20"/>
          <w:szCs w:val="20"/>
        </w:rPr>
        <w:t>202</w:t>
      </w:r>
      <w:r w:rsidR="00EB7C5D">
        <w:rPr>
          <w:rFonts w:ascii="Corbel" w:hAnsi="Corbel"/>
          <w:sz w:val="20"/>
          <w:szCs w:val="20"/>
        </w:rPr>
        <w:t>3</w:t>
      </w:r>
      <w:r w:rsidR="008D495E">
        <w:rPr>
          <w:rFonts w:ascii="Corbel" w:hAnsi="Corbel"/>
          <w:sz w:val="20"/>
          <w:szCs w:val="20"/>
        </w:rPr>
        <w:t>/202</w:t>
      </w:r>
      <w:r w:rsidR="00EB7C5D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</w:t>
            </w:r>
            <w:r w:rsidR="003B1521">
              <w:rPr>
                <w:rFonts w:ascii="Corbel" w:hAnsi="Corbel"/>
                <w:b w:val="0"/>
                <w:sz w:val="24"/>
                <w:szCs w:val="24"/>
              </w:rPr>
              <w:t>instytucji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D1928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92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FD7F5F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6228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D19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6C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FB5C1D">
        <w:rPr>
          <w:rFonts w:ascii="Corbel" w:hAnsi="Corbel"/>
          <w:smallCaps w:val="0"/>
          <w:szCs w:val="24"/>
        </w:rPr>
        <w:t xml:space="preserve"> (z toku)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wychowania</w:t>
            </w:r>
            <w:r w:rsidR="00975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pedagogiki resocjalizacyjnej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B5C1D" w:rsidRDefault="0085747A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B5C1D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FB5C1D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Default="00A84650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:rsidR="003476BA" w:rsidRPr="00591235" w:rsidRDefault="003476BA" w:rsidP="003476BA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8D495E" w:rsidRPr="00591235" w:rsidRDefault="008D495E" w:rsidP="008D495E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FB5C1D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rzeanalizuje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</w:p>
        </w:tc>
        <w:tc>
          <w:tcPr>
            <w:tcW w:w="1873" w:type="dxa"/>
          </w:tcPr>
          <w:p w:rsidR="00373869" w:rsidRPr="00591235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  <w:p w:rsidR="008D495E" w:rsidRPr="008D495E" w:rsidRDefault="008D495E" w:rsidP="008D495E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FB5C1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interpretuje i oceni rozwój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  <w:p w:rsidR="008D495E" w:rsidRPr="00A84650" w:rsidRDefault="008D495E" w:rsidP="008D495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FB5C1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975AA3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kształtowania się i rozwoju systemu instytucjonalnej opieki resocjalizacyjnej i penitencjarnej. </w:t>
            </w:r>
          </w:p>
        </w:tc>
        <w:tc>
          <w:tcPr>
            <w:tcW w:w="1873" w:type="dxa"/>
          </w:tcPr>
          <w:p w:rsidR="0085747A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  <w:p w:rsidR="008D495E" w:rsidRPr="00591235" w:rsidRDefault="008D495E" w:rsidP="008D4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6228DE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kształtowania się instytucji wychowania resocjalizacyjnego.</w:t>
            </w:r>
          </w:p>
        </w:tc>
      </w:tr>
      <w:tr w:rsidR="0085747A" w:rsidRPr="009C54AE" w:rsidTr="00923D7D">
        <w:tc>
          <w:tcPr>
            <w:tcW w:w="9639" w:type="dxa"/>
          </w:tcPr>
          <w:p w:rsidR="0082762A" w:rsidRPr="007109FD" w:rsidRDefault="006228DE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pracy z dziećmi i 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młodzież</w:t>
            </w:r>
            <w:r>
              <w:rPr>
                <w:rFonts w:ascii="Corbel" w:hAnsi="Corbel"/>
                <w:sz w:val="24"/>
                <w:szCs w:val="24"/>
              </w:rPr>
              <w:t>ą zaniedbaną moralnie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 xml:space="preserve"> w XVI-XVIII wieku w Europie i </w:t>
            </w:r>
            <w:r>
              <w:rPr>
                <w:rFonts w:ascii="Corbel" w:hAnsi="Corbel"/>
                <w:sz w:val="24"/>
                <w:szCs w:val="24"/>
              </w:rPr>
              <w:t>Polsce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6228DE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2762A" w:rsidRPr="007109FD">
              <w:rPr>
                <w:rFonts w:ascii="Corbel" w:hAnsi="Corbel"/>
                <w:sz w:val="24"/>
                <w:szCs w:val="24"/>
              </w:rPr>
              <w:t>ozwój placówek wychowawczo-poprawczych w Europie</w:t>
            </w:r>
            <w:r>
              <w:rPr>
                <w:rFonts w:ascii="Corbel" w:hAnsi="Corbel"/>
                <w:sz w:val="24"/>
                <w:szCs w:val="24"/>
              </w:rPr>
              <w:t xml:space="preserve"> i na ziemiach polskich. R</w:t>
            </w:r>
            <w:r w:rsidR="0082762A" w:rsidRPr="007109FD">
              <w:rPr>
                <w:rFonts w:ascii="Corbel" w:hAnsi="Corbel"/>
                <w:sz w:val="24"/>
                <w:szCs w:val="24"/>
              </w:rPr>
              <w:t>ola więziennictwa, reformy, systemy penitencjarne</w:t>
            </w:r>
            <w:r w:rsidR="00975A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Polscy twórcy teorii i praktyki resocjalizacyjnej w II RP. </w:t>
            </w:r>
            <w:r w:rsidR="005C0905">
              <w:rPr>
                <w:rFonts w:ascii="Corbel" w:hAnsi="Corbel"/>
                <w:sz w:val="24"/>
                <w:szCs w:val="24"/>
              </w:rPr>
              <w:t>Metody i formy pracy w i</w:t>
            </w:r>
            <w:r w:rsidRPr="007109FD">
              <w:rPr>
                <w:rFonts w:ascii="Corbel" w:hAnsi="Corbel"/>
                <w:sz w:val="24"/>
                <w:szCs w:val="24"/>
              </w:rPr>
              <w:t>nstytucj</w:t>
            </w:r>
            <w:r w:rsidR="005C0905">
              <w:rPr>
                <w:rFonts w:ascii="Corbel" w:hAnsi="Corbel"/>
                <w:sz w:val="24"/>
                <w:szCs w:val="24"/>
              </w:rPr>
              <w:t>ach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 wychowania resocjalizacyjnego i penitencjarnego po II wojnie światowej</w:t>
            </w:r>
            <w:r w:rsidR="005C09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5C09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C0905" w:rsidRDefault="005C09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:rsidR="005C0905" w:rsidRPr="009C54AE" w:rsidRDefault="005C09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100-90% bdb; 89-80 plus db; 79-70% db; 69-60% plus dst; 59-51% dst; 50-0% ndst.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CF2F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00937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421F41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B5C1D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C61DC5" w:rsidRPr="009C54AE" w:rsidRDefault="00FB5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55A9E">
              <w:rPr>
                <w:rFonts w:ascii="Corbel" w:hAnsi="Corbel"/>
                <w:sz w:val="24"/>
                <w:szCs w:val="24"/>
              </w:rPr>
              <w:t>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 w:rsidR="00C55A9E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5C1D" w:rsidRPr="009C54AE" w:rsidRDefault="00A6261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21F41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21F41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A0CB0" w:rsidRDefault="008A0CB0" w:rsidP="008A0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A0CB0" w:rsidRDefault="008A0CB0" w:rsidP="008A0CB0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B5C1D">
              <w:rPr>
                <w:rFonts w:asciiTheme="minorHAnsi" w:hAnsiTheme="minorHAnsi" w:cstheme="minorHAnsi"/>
              </w:rPr>
              <w:t>Kędzierski</w:t>
            </w:r>
            <w:r>
              <w:rPr>
                <w:rFonts w:asciiTheme="minorHAnsi" w:hAnsiTheme="minorHAnsi" w:cstheme="minorHAnsi"/>
              </w:rPr>
              <w:t xml:space="preserve"> W.,</w:t>
            </w:r>
            <w:r w:rsidRPr="00FB5C1D">
              <w:rPr>
                <w:rFonts w:asciiTheme="minorHAnsi" w:hAnsiTheme="minorHAnsi" w:cstheme="minorHAnsi"/>
                <w:i/>
              </w:rPr>
              <w:t>Penitencjarystyka z resocjalizacją instytucjonalną : historia - stan obecny</w:t>
            </w:r>
            <w:r>
              <w:rPr>
                <w:rFonts w:asciiTheme="minorHAnsi" w:hAnsiTheme="minorHAnsi" w:cstheme="minorHAnsi"/>
              </w:rPr>
              <w:t xml:space="preserve">, Warszawa 2021. </w:t>
            </w:r>
          </w:p>
          <w:p w:rsidR="008A0CB0" w:rsidRDefault="008A0CB0" w:rsidP="008A0CB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Dukaczewski E.J., 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  <w:t xml:space="preserve">w Europie i USA, 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>.  red. K. Pospiszyl, WSiP</w:t>
            </w:r>
            <w:r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8A0CB0" w:rsidRDefault="008A0CB0" w:rsidP="008A0CB0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621E1E" w:rsidRDefault="008A0CB0" w:rsidP="008A0CB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E22E2D" w:rsidRPr="00FB5C1D" w:rsidRDefault="00E22E2D" w:rsidP="00E2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 of change in the upbringing and education of children in "Ruch Pedagogiczny" ("Pedagogicalmovement") in the first half of the 20th century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Machel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8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Machel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Machel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CA7D6B" w:rsidRPr="0014550D" w:rsidRDefault="00AC0D0A" w:rsidP="007F1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Studia IuridicaLublinensia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79C" w:rsidRDefault="0024779C" w:rsidP="00C16ABF">
      <w:pPr>
        <w:spacing w:after="0" w:line="240" w:lineRule="auto"/>
      </w:pPr>
      <w:r>
        <w:separator/>
      </w:r>
    </w:p>
  </w:endnote>
  <w:endnote w:type="continuationSeparator" w:id="0">
    <w:p w:rsidR="0024779C" w:rsidRDefault="002477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1E0DB5">
        <w:pPr>
          <w:pStyle w:val="Stopka"/>
          <w:jc w:val="center"/>
        </w:pPr>
        <w:r>
          <w:fldChar w:fldCharType="begin"/>
        </w:r>
        <w:r w:rsidR="00763D93">
          <w:instrText>PAGE   \* MERGEFORMAT</w:instrText>
        </w:r>
        <w:r>
          <w:fldChar w:fldCharType="separate"/>
        </w:r>
        <w:r w:rsidR="00EB7C5D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79C" w:rsidRDefault="0024779C" w:rsidP="00C16ABF">
      <w:pPr>
        <w:spacing w:after="0" w:line="240" w:lineRule="auto"/>
      </w:pPr>
      <w:r>
        <w:separator/>
      </w:r>
    </w:p>
  </w:footnote>
  <w:footnote w:type="continuationSeparator" w:id="0">
    <w:p w:rsidR="0024779C" w:rsidRDefault="0024779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35C1"/>
    <w:rsid w:val="00044C82"/>
    <w:rsid w:val="00050C3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37ECD"/>
    <w:rsid w:val="0014550D"/>
    <w:rsid w:val="00146BC0"/>
    <w:rsid w:val="001515D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0DB5"/>
    <w:rsid w:val="001F2CA2"/>
    <w:rsid w:val="00205932"/>
    <w:rsid w:val="002144C0"/>
    <w:rsid w:val="00214B22"/>
    <w:rsid w:val="0022477D"/>
    <w:rsid w:val="002278A9"/>
    <w:rsid w:val="002336F9"/>
    <w:rsid w:val="0024028F"/>
    <w:rsid w:val="00244ABC"/>
    <w:rsid w:val="0024779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EF9"/>
    <w:rsid w:val="003151C5"/>
    <w:rsid w:val="003343CF"/>
    <w:rsid w:val="00346FE9"/>
    <w:rsid w:val="0034759A"/>
    <w:rsid w:val="003476BA"/>
    <w:rsid w:val="003503F6"/>
    <w:rsid w:val="003530DD"/>
    <w:rsid w:val="00353D22"/>
    <w:rsid w:val="00363F78"/>
    <w:rsid w:val="00373869"/>
    <w:rsid w:val="00383AC9"/>
    <w:rsid w:val="003A0A5B"/>
    <w:rsid w:val="003A1176"/>
    <w:rsid w:val="003B1521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169C9"/>
    <w:rsid w:val="004204B1"/>
    <w:rsid w:val="00421F41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F6C"/>
    <w:rsid w:val="004F55A3"/>
    <w:rsid w:val="0050496F"/>
    <w:rsid w:val="00513B6F"/>
    <w:rsid w:val="00517C63"/>
    <w:rsid w:val="00526C94"/>
    <w:rsid w:val="005363C4"/>
    <w:rsid w:val="00536BDE"/>
    <w:rsid w:val="00543ACC"/>
    <w:rsid w:val="005530F3"/>
    <w:rsid w:val="005638B0"/>
    <w:rsid w:val="0056696D"/>
    <w:rsid w:val="00573EF9"/>
    <w:rsid w:val="005808B7"/>
    <w:rsid w:val="00584CD8"/>
    <w:rsid w:val="00586C06"/>
    <w:rsid w:val="00591235"/>
    <w:rsid w:val="00592CF2"/>
    <w:rsid w:val="0059484D"/>
    <w:rsid w:val="005A0855"/>
    <w:rsid w:val="005A3196"/>
    <w:rsid w:val="005C080F"/>
    <w:rsid w:val="005C0905"/>
    <w:rsid w:val="005C55E5"/>
    <w:rsid w:val="005C696A"/>
    <w:rsid w:val="005D1928"/>
    <w:rsid w:val="005E6E85"/>
    <w:rsid w:val="005F06B3"/>
    <w:rsid w:val="005F31D2"/>
    <w:rsid w:val="005F79D4"/>
    <w:rsid w:val="0061029B"/>
    <w:rsid w:val="006144F2"/>
    <w:rsid w:val="00617230"/>
    <w:rsid w:val="00621CE1"/>
    <w:rsid w:val="00621E1E"/>
    <w:rsid w:val="006228D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558F"/>
    <w:rsid w:val="007461D6"/>
    <w:rsid w:val="00746EC8"/>
    <w:rsid w:val="00755C16"/>
    <w:rsid w:val="00763BF1"/>
    <w:rsid w:val="00763D93"/>
    <w:rsid w:val="00766FD4"/>
    <w:rsid w:val="007773EA"/>
    <w:rsid w:val="00777A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1DA8"/>
    <w:rsid w:val="007F4155"/>
    <w:rsid w:val="0081554D"/>
    <w:rsid w:val="0081707E"/>
    <w:rsid w:val="0082762A"/>
    <w:rsid w:val="008449B3"/>
    <w:rsid w:val="0085747A"/>
    <w:rsid w:val="00860817"/>
    <w:rsid w:val="00880F33"/>
    <w:rsid w:val="00884922"/>
    <w:rsid w:val="00885F64"/>
    <w:rsid w:val="008917F9"/>
    <w:rsid w:val="008A0CB0"/>
    <w:rsid w:val="008A45F7"/>
    <w:rsid w:val="008C0CC0"/>
    <w:rsid w:val="008C19A9"/>
    <w:rsid w:val="008C379D"/>
    <w:rsid w:val="008C5147"/>
    <w:rsid w:val="008C5359"/>
    <w:rsid w:val="008C5363"/>
    <w:rsid w:val="008D3DFB"/>
    <w:rsid w:val="008D495E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60F91"/>
    <w:rsid w:val="00975AA3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3C5C"/>
    <w:rsid w:val="009F4610"/>
    <w:rsid w:val="00A00ECC"/>
    <w:rsid w:val="00A104E4"/>
    <w:rsid w:val="00A1369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6261E"/>
    <w:rsid w:val="00A71DAD"/>
    <w:rsid w:val="00A8144C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0D5"/>
    <w:rsid w:val="00B8056E"/>
    <w:rsid w:val="00B819C8"/>
    <w:rsid w:val="00B82308"/>
    <w:rsid w:val="00B8746C"/>
    <w:rsid w:val="00B90885"/>
    <w:rsid w:val="00BB520A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0F49"/>
    <w:rsid w:val="00CA2B96"/>
    <w:rsid w:val="00CA5089"/>
    <w:rsid w:val="00CA7D6B"/>
    <w:rsid w:val="00CB42CB"/>
    <w:rsid w:val="00CC2633"/>
    <w:rsid w:val="00CD6897"/>
    <w:rsid w:val="00CE5BAC"/>
    <w:rsid w:val="00CF1E95"/>
    <w:rsid w:val="00CF25BE"/>
    <w:rsid w:val="00CF2F5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38F"/>
    <w:rsid w:val="00D97E22"/>
    <w:rsid w:val="00DA2114"/>
    <w:rsid w:val="00DC41D5"/>
    <w:rsid w:val="00DE09C0"/>
    <w:rsid w:val="00DE4A14"/>
    <w:rsid w:val="00DF320D"/>
    <w:rsid w:val="00DF71C8"/>
    <w:rsid w:val="00E10FEC"/>
    <w:rsid w:val="00E129B8"/>
    <w:rsid w:val="00E21E7D"/>
    <w:rsid w:val="00E22E2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B7C5D"/>
    <w:rsid w:val="00EC4899"/>
    <w:rsid w:val="00EC6C4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5C1D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2E47"/>
  <w15:docId w15:val="{209AFAF2-6B33-4C4D-8106-15C8F0E3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  <w:style w:type="character" w:customStyle="1" w:styleId="f245a">
    <w:name w:val="f_245a"/>
    <w:basedOn w:val="Domylnaczcionkaakapitu"/>
    <w:rsid w:val="00E22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wydawnictwo-arch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59A97-2AB1-4954-8018-78836C18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2022-03-31T13:42:00Z</dcterms:created>
  <dcterms:modified xsi:type="dcterms:W3CDTF">2024-09-27T06:56:00Z</dcterms:modified>
</cp:coreProperties>
</file>